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EFD" w:rsidRDefault="00B02EFD" w:rsidP="00937A37">
      <w:pPr>
        <w:autoSpaceDE w:val="0"/>
        <w:autoSpaceDN w:val="0"/>
        <w:adjustRightInd w:val="0"/>
        <w:spacing w:after="0" w:line="240" w:lineRule="auto"/>
        <w:ind w:firstLine="720"/>
        <w:jc w:val="right"/>
        <w:rPr>
          <w:rFonts w:ascii="Times New Roman" w:hAnsi="Times New Roman"/>
          <w:sz w:val="24"/>
          <w:szCs w:val="24"/>
          <w:lang w:eastAsia="ru-RU"/>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p>
    <w:p w:rsidR="00B02EFD" w:rsidRDefault="00B02EFD" w:rsidP="004C5123">
      <w:pPr>
        <w:spacing w:after="0" w:line="240" w:lineRule="auto"/>
        <w:ind w:right="135" w:firstLine="4962"/>
        <w:jc w:val="right"/>
        <w:rPr>
          <w:rFonts w:ascii="Arial" w:hAnsi="Arial" w:cs="Arial"/>
          <w:sz w:val="24"/>
          <w:szCs w:val="24"/>
          <w:lang w:eastAsia="ru-RU"/>
        </w:rPr>
      </w:pPr>
      <w:r>
        <w:rPr>
          <w:rFonts w:ascii="Times New Roman" w:hAnsi="Times New Roman"/>
          <w:sz w:val="24"/>
          <w:szCs w:val="24"/>
          <w:lang w:eastAsia="ru-RU"/>
        </w:rPr>
        <w:t>От 26.09. 2018г.  №997</w:t>
      </w:r>
    </w:p>
    <w:p w:rsidR="00B02EFD" w:rsidRPr="00937A37" w:rsidRDefault="00B02EFD" w:rsidP="00937A37">
      <w:pPr>
        <w:autoSpaceDE w:val="0"/>
        <w:autoSpaceDN w:val="0"/>
        <w:adjustRightInd w:val="0"/>
        <w:spacing w:after="0" w:line="240" w:lineRule="auto"/>
        <w:ind w:firstLine="720"/>
        <w:jc w:val="both"/>
        <w:rPr>
          <w:rFonts w:ascii="Arial" w:hAnsi="Arial" w:cs="Arial"/>
          <w:sz w:val="24"/>
          <w:szCs w:val="24"/>
        </w:rPr>
      </w:pPr>
    </w:p>
    <w:p w:rsidR="00B02EFD" w:rsidRPr="00F07707" w:rsidRDefault="00B02EF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№02р-18</w:t>
      </w:r>
      <w:r w:rsidRPr="00F07707">
        <w:rPr>
          <w:rFonts w:ascii="Times New Roman" w:hAnsi="Times New Roman"/>
          <w:b/>
          <w:bCs/>
          <w:color w:val="26282F"/>
          <w:sz w:val="26"/>
          <w:szCs w:val="26"/>
        </w:rPr>
        <w:t xml:space="preserve">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p>
    <w:p w:rsidR="00B02EFD" w:rsidRPr="00F07707" w:rsidRDefault="00B02EF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w:t>
      </w:r>
      <w:r>
        <w:rPr>
          <w:rFonts w:ascii="Times New Roman" w:hAnsi="Times New Roman"/>
          <w:sz w:val="26"/>
          <w:szCs w:val="26"/>
        </w:rPr>
        <w:t>№</w:t>
      </w:r>
      <w:r w:rsidRPr="00F07707">
        <w:rPr>
          <w:rFonts w:ascii="Times New Roman" w:hAnsi="Times New Roman"/>
          <w:sz w:val="26"/>
          <w:szCs w:val="26"/>
        </w:rPr>
        <w:t xml:space="preserve">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26 июля 2006 года №</w:t>
      </w:r>
      <w:r w:rsidRPr="00F07707">
        <w:rPr>
          <w:rFonts w:ascii="Times New Roman" w:hAnsi="Times New Roman"/>
          <w:sz w:val="26"/>
          <w:szCs w:val="26"/>
        </w:rPr>
        <w:t xml:space="preserve">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w:t>
      </w:r>
      <w:r>
        <w:rPr>
          <w:rFonts w:ascii="Times New Roman" w:hAnsi="Times New Roman"/>
          <w:sz w:val="26"/>
          <w:szCs w:val="26"/>
        </w:rPr>
        <w:t>я Осетия-Алания от 06.09.2013 №</w:t>
      </w:r>
      <w:r w:rsidRPr="00F07707">
        <w:rPr>
          <w:rFonts w:ascii="Times New Roman" w:hAnsi="Times New Roman"/>
          <w:sz w:val="26"/>
          <w:szCs w:val="26"/>
        </w:rPr>
        <w:t>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p>
    <w:p w:rsidR="00B02EFD" w:rsidRPr="00F07707" w:rsidRDefault="00B02EF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p>
    <w:p w:rsidR="00B02EFD" w:rsidRPr="00F07707" w:rsidRDefault="00B02EF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B02EFD" w:rsidRPr="00F07707" w:rsidRDefault="00B02EFD"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B02EFD" w:rsidRPr="00F07707" w:rsidRDefault="00B02EFD">
      <w:pPr>
        <w:rPr>
          <w:rFonts w:ascii="Times New Roman" w:hAnsi="Times New Roman"/>
          <w:sz w:val="26"/>
          <w:szCs w:val="26"/>
        </w:rPr>
      </w:pPr>
    </w:p>
    <w:sectPr w:rsidR="00B02EFD"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041D52"/>
    <w:rsid w:val="00055217"/>
    <w:rsid w:val="00072411"/>
    <w:rsid w:val="000D0CD3"/>
    <w:rsid w:val="00135E13"/>
    <w:rsid w:val="00142882"/>
    <w:rsid w:val="00153EE1"/>
    <w:rsid w:val="00190264"/>
    <w:rsid w:val="001A4F2A"/>
    <w:rsid w:val="001B3518"/>
    <w:rsid w:val="001B59C2"/>
    <w:rsid w:val="00244615"/>
    <w:rsid w:val="002A2CE1"/>
    <w:rsid w:val="003072CD"/>
    <w:rsid w:val="00346E55"/>
    <w:rsid w:val="00371D37"/>
    <w:rsid w:val="003A587A"/>
    <w:rsid w:val="00411DD2"/>
    <w:rsid w:val="004140F6"/>
    <w:rsid w:val="00457CAB"/>
    <w:rsid w:val="004C5123"/>
    <w:rsid w:val="004E3461"/>
    <w:rsid w:val="005070CB"/>
    <w:rsid w:val="005153A1"/>
    <w:rsid w:val="00522C12"/>
    <w:rsid w:val="00546A5E"/>
    <w:rsid w:val="005F4DC7"/>
    <w:rsid w:val="00616BB7"/>
    <w:rsid w:val="00653FE8"/>
    <w:rsid w:val="00702CFC"/>
    <w:rsid w:val="00704594"/>
    <w:rsid w:val="0070759F"/>
    <w:rsid w:val="00720A7D"/>
    <w:rsid w:val="007339FA"/>
    <w:rsid w:val="0076189D"/>
    <w:rsid w:val="00775757"/>
    <w:rsid w:val="007D5B9A"/>
    <w:rsid w:val="007E7033"/>
    <w:rsid w:val="007F4889"/>
    <w:rsid w:val="00842306"/>
    <w:rsid w:val="00870B3D"/>
    <w:rsid w:val="008924D7"/>
    <w:rsid w:val="008950D2"/>
    <w:rsid w:val="008D1BA2"/>
    <w:rsid w:val="008F56AF"/>
    <w:rsid w:val="0091616A"/>
    <w:rsid w:val="00917F25"/>
    <w:rsid w:val="00925BFC"/>
    <w:rsid w:val="00937A37"/>
    <w:rsid w:val="009456D0"/>
    <w:rsid w:val="009A63C1"/>
    <w:rsid w:val="00A03E3C"/>
    <w:rsid w:val="00A07C5B"/>
    <w:rsid w:val="00A63C48"/>
    <w:rsid w:val="00A850E8"/>
    <w:rsid w:val="00A95B93"/>
    <w:rsid w:val="00AB5C4F"/>
    <w:rsid w:val="00AC40CB"/>
    <w:rsid w:val="00AC5273"/>
    <w:rsid w:val="00AF3F6A"/>
    <w:rsid w:val="00B02EFD"/>
    <w:rsid w:val="00B2341F"/>
    <w:rsid w:val="00B87F52"/>
    <w:rsid w:val="00BA4C42"/>
    <w:rsid w:val="00BC769A"/>
    <w:rsid w:val="00BD0126"/>
    <w:rsid w:val="00C441B5"/>
    <w:rsid w:val="00C80911"/>
    <w:rsid w:val="00CF4B55"/>
    <w:rsid w:val="00D63D5E"/>
    <w:rsid w:val="00DC3050"/>
    <w:rsid w:val="00DD12C0"/>
    <w:rsid w:val="00DF0F85"/>
    <w:rsid w:val="00DF4939"/>
    <w:rsid w:val="00E44663"/>
    <w:rsid w:val="00E71B1E"/>
    <w:rsid w:val="00EA50DD"/>
    <w:rsid w:val="00ED3236"/>
    <w:rsid w:val="00F07707"/>
    <w:rsid w:val="00F62AF3"/>
    <w:rsid w:val="00F756F6"/>
    <w:rsid w:val="00FB55AF"/>
    <w:rsid w:val="00FB6420"/>
    <w:rsid w:val="00FD31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61753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827</Words>
  <Characters>4719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Юрий</dc:creator>
  <cp:keywords/>
  <dc:description/>
  <cp:lastModifiedBy>Мадина</cp:lastModifiedBy>
  <cp:revision>3</cp:revision>
  <cp:lastPrinted>2018-09-25T13:11:00Z</cp:lastPrinted>
  <dcterms:created xsi:type="dcterms:W3CDTF">2018-09-25T13:11:00Z</dcterms:created>
  <dcterms:modified xsi:type="dcterms:W3CDTF">2018-09-26T12:42:00Z</dcterms:modified>
</cp:coreProperties>
</file>